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16B93391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A75715">
        <w:rPr>
          <w:rFonts w:cstheme="minorHAnsi"/>
          <w:b/>
          <w:szCs w:val="18"/>
        </w:rPr>
        <w:t xml:space="preserve">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4DCF8918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ED0573" w:rsidRPr="00222D6B">
        <w:rPr>
          <w:rFonts w:cstheme="minorHAnsi"/>
          <w:noProof/>
          <w:szCs w:val="18"/>
          <w:lang w:eastAsia="pl-PL"/>
        </w:rPr>
        <w:t>POST/DYS/OW/GZ/04301/2025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ED0573" w:rsidRPr="00222D6B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R46: Gminy: Domanice, Wiśniew, Mordy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64BCF6D4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ED0573" w:rsidRPr="00222D6B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R46: Gminy: Domanice, Wiśniew, Mordy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57CE88D6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ED0573" w:rsidRPr="00222D6B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>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5EC9C7F0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ED0573" w:rsidRPr="00222D6B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R46: Gminy: Domanice, Wiśniew, Mordy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ED0573" w:rsidRPr="00222D6B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6035B418" w14:textId="58DBB0F2" w:rsidR="00973D85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7F20080E" w14:textId="091FB38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036D155" w14:textId="63EE32A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41A281B" w14:textId="37B4B9F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B4E6B68" w14:textId="782D9D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9052BDE" w14:textId="2038ABF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92AA42F" w14:textId="28C2A76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7EB42FB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4A89B6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FC1D6ED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lastRenderedPageBreak/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58EDAF1F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ED0573" w:rsidRPr="00222D6B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R46: Gminy: Domanice, Wiśniew, Mordy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ED0573" w:rsidRPr="00222D6B">
        <w:rPr>
          <w:rFonts w:cstheme="minorHAnsi"/>
          <w:b/>
          <w:noProof/>
        </w:rPr>
        <w:t>POST/DYS/OW/GZ/04301/2025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lastRenderedPageBreak/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lastRenderedPageBreak/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3BD07476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ED0573" w:rsidRPr="00222D6B">
        <w:rPr>
          <w:rFonts w:cstheme="minorHAnsi"/>
          <w:noProof/>
          <w:lang w:eastAsia="pl-PL"/>
        </w:rPr>
        <w:t>POST/DYS/OW/GZ/04301/2025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ED0573" w:rsidRPr="00222D6B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R46: Gminy: Domanice, Wiśniew, Mordy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998BE1" w14:textId="673A6B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3240E9" w14:textId="18A098A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7BC1247A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ED0573" w:rsidRPr="00222D6B">
        <w:rPr>
          <w:rFonts w:cstheme="minorHAnsi"/>
          <w:noProof/>
          <w:lang w:eastAsia="pl-PL"/>
        </w:rPr>
        <w:t>POST/DYS/OW/GZ/04301/2025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ED0573" w:rsidRPr="00222D6B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R46: Gminy: Domanice, Wiśniew, Mordy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32B4E867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ED0573" w:rsidRPr="00222D6B">
        <w:rPr>
          <w:rFonts w:cstheme="minorHAnsi"/>
          <w:noProof/>
          <w:lang w:eastAsia="pl-PL"/>
        </w:rPr>
        <w:t>POST/DYS/OW/GZ/04301/2025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ED0573" w:rsidRPr="00222D6B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R46: Gminy: Domanice, Wiśniew, Mordy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677F871A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ED0573" w:rsidRPr="00222D6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Siedlce obszar nr R46: Gminy: Domanice, Wiśniew, Mordy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5277EF0B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ED0573" w:rsidRPr="00222D6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POST/DYS/OW/GZ/04301/2025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3D76"/>
    <w:rsid w:val="002B5C62"/>
    <w:rsid w:val="002C470F"/>
    <w:rsid w:val="002C66E0"/>
    <w:rsid w:val="002D3974"/>
    <w:rsid w:val="002D4CAD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2FD0"/>
    <w:rsid w:val="006F3B57"/>
    <w:rsid w:val="006F5F72"/>
    <w:rsid w:val="007040B4"/>
    <w:rsid w:val="00705D64"/>
    <w:rsid w:val="00710355"/>
    <w:rsid w:val="007146C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7D2ED6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1C7D"/>
    <w:rsid w:val="00992FE3"/>
    <w:rsid w:val="00994ED4"/>
    <w:rsid w:val="0099573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3299"/>
    <w:rsid w:val="00A467CA"/>
    <w:rsid w:val="00A57E04"/>
    <w:rsid w:val="00A6049B"/>
    <w:rsid w:val="00A62AC7"/>
    <w:rsid w:val="00A62B4C"/>
    <w:rsid w:val="00A730B9"/>
    <w:rsid w:val="00A75715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CB8"/>
    <w:rsid w:val="00BA318C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3088F"/>
    <w:rsid w:val="00C45F7E"/>
    <w:rsid w:val="00C5009D"/>
    <w:rsid w:val="00C53A22"/>
    <w:rsid w:val="00C64A07"/>
    <w:rsid w:val="00C6569B"/>
    <w:rsid w:val="00C66B9A"/>
    <w:rsid w:val="00C707D1"/>
    <w:rsid w:val="00C737A1"/>
    <w:rsid w:val="00C73916"/>
    <w:rsid w:val="00C76EA7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2CE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495D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0573"/>
    <w:rsid w:val="00ED2FD4"/>
    <w:rsid w:val="00ED6BBA"/>
    <w:rsid w:val="00EE5E2C"/>
    <w:rsid w:val="00F01E75"/>
    <w:rsid w:val="00F21DD8"/>
    <w:rsid w:val="00F25128"/>
    <w:rsid w:val="00F32BD1"/>
    <w:rsid w:val="00F377D2"/>
    <w:rsid w:val="00F41DC5"/>
    <w:rsid w:val="00F4718C"/>
    <w:rsid w:val="00F4789E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0678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4301_zał nr 4, 6, 7, 8, 11 do SWZ.docx</dmsv2BaseFileName>
    <dmsv2BaseDisplayName xmlns="http://schemas.microsoft.com/sharepoint/v3">4301_zał nr 4, 6, 7, 8, 11 do SWZ</dmsv2BaseDisplayName>
    <dmsv2SWPP2ObjectNumber xmlns="http://schemas.microsoft.com/sharepoint/v3">POST/DYS/OW/GZ/04301/2025                         </dmsv2SWPP2ObjectNumber>
    <dmsv2SWPP2SumMD5 xmlns="http://schemas.microsoft.com/sharepoint/v3">ac34d05456958ec5fc4afbd06ca942bf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700230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23868363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DPFVW34YURAE-834641568-16552</_dlc_DocId>
    <_dlc_DocIdUrl xmlns="a19cb1c7-c5c7-46d4-85ae-d83685407bba">
      <Url>https://swpp2.dms.gkpge.pl/sites/40/_layouts/15/DocIdRedir.aspx?ID=DPFVW34YURAE-834641568-16552</Url>
      <Description>DPFVW34YURAE-834641568-16552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8E5E267-B269-44AD-BD0D-0DCA5F973174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C3D280E-4EDC-46C4-A93B-858C1729DFF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19</Pages>
  <Words>5196</Words>
  <Characters>31179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2025-11-27T19:57:00Z</dcterms:created>
  <dcterms:modified xsi:type="dcterms:W3CDTF">2025-11-27T21:22:00Z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6275734d-9407-4b72-b395-c57991e40866</vt:lpwstr>
  </property>
</Properties>
</file>